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81" w:rsidRPr="00F140F4" w:rsidRDefault="00F140F4">
      <w:pPr>
        <w:rPr>
          <w:sz w:val="72"/>
          <w:szCs w:val="72"/>
        </w:rPr>
      </w:pPr>
      <w:r w:rsidRPr="00F140F4">
        <w:rPr>
          <w:sz w:val="72"/>
          <w:szCs w:val="72"/>
        </w:rPr>
        <w:t>Dear Willi</w:t>
      </w:r>
      <w:r w:rsidR="006F6A81" w:rsidRPr="00F140F4">
        <w:rPr>
          <w:sz w:val="72"/>
          <w:szCs w:val="72"/>
        </w:rPr>
        <w:t>am</w:t>
      </w:r>
    </w:p>
    <w:p w:rsidR="006F6A81" w:rsidRPr="00F140F4" w:rsidRDefault="006F6A81">
      <w:pPr>
        <w:rPr>
          <w:sz w:val="56"/>
          <w:szCs w:val="56"/>
        </w:rPr>
      </w:pPr>
      <w:r w:rsidRPr="00F140F4">
        <w:rPr>
          <w:sz w:val="56"/>
          <w:szCs w:val="56"/>
        </w:rPr>
        <w:t>Merry Christmas and happy New Year. I hope you hav</w:t>
      </w:r>
      <w:r w:rsidR="00F140F4" w:rsidRPr="00F140F4">
        <w:rPr>
          <w:sz w:val="56"/>
          <w:szCs w:val="56"/>
        </w:rPr>
        <w:t>e nice day.</w:t>
      </w:r>
    </w:p>
    <w:p w:rsidR="00F140F4" w:rsidRDefault="00F140F4">
      <w:r w:rsidRPr="00F140F4">
        <w:drawing>
          <wp:inline distT="0" distB="0" distL="0" distR="0" wp14:anchorId="6039D865" wp14:editId="262F926E">
            <wp:extent cx="6067425" cy="3419475"/>
            <wp:effectExtent l="0" t="0" r="0" b="0"/>
            <wp:docPr id="1" name="Picture 1" descr="http://caccioppoli.com/Animated%20gifs/Merry%20Christmas/02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cioppoli.com/Animated%20gifs/Merry%20Christmas/025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B46" w:rsidRPr="00196B46" w:rsidRDefault="00196B46">
      <w:pPr>
        <w:rPr>
          <w:sz w:val="28"/>
          <w:szCs w:val="28"/>
        </w:rPr>
      </w:pPr>
      <w:r w:rsidRPr="00196B46">
        <w:rPr>
          <w:sz w:val="28"/>
          <w:szCs w:val="28"/>
        </w:rPr>
        <w:t>Question</w:t>
      </w:r>
      <w:r>
        <w:rPr>
          <w:sz w:val="28"/>
          <w:szCs w:val="28"/>
        </w:rPr>
        <w:t xml:space="preserve">: </w:t>
      </w:r>
    </w:p>
    <w:p w:rsidR="00196B46" w:rsidRDefault="00F140F4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314065" cy="2486025"/>
            <wp:effectExtent l="0" t="0" r="635" b="9525"/>
            <wp:wrapSquare wrapText="bothSides"/>
            <wp:docPr id="2" name="Picture 2" descr="http://www.freechristmaswallpapers.net/images/wallpapers/Christmas-Tree-Nature1024-2264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echristmaswallpapers.net/images/wallpapers/Christmas-Tree-Nature1024-22643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6B46">
        <w:t xml:space="preserve">What do you do for Christmas? </w:t>
      </w:r>
    </w:p>
    <w:p w:rsidR="00196B46" w:rsidRDefault="00196B46">
      <w:r>
        <w:t>Does it snow in Arizona?</w:t>
      </w:r>
    </w:p>
    <w:p w:rsidR="00196B46" w:rsidRDefault="00641653">
      <w:r>
        <w:t>How many weeks do you get day of school?</w:t>
      </w:r>
    </w:p>
    <w:p w:rsidR="00F140F4" w:rsidRDefault="00196B46">
      <w:r>
        <w:br w:type="textWrapping" w:clear="all"/>
      </w:r>
    </w:p>
    <w:p w:rsidR="00F140F4" w:rsidRDefault="00641653">
      <w:r>
        <w:t>Thank you  for watching</w:t>
      </w:r>
      <w:bookmarkStart w:id="0" w:name="_GoBack"/>
      <w:bookmarkEnd w:id="0"/>
      <w:r>
        <w:t xml:space="preserve"> </w:t>
      </w:r>
      <w:r>
        <w:sym w:font="Wingdings" w:char="F04A"/>
      </w:r>
    </w:p>
    <w:sectPr w:rsidR="00F140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81"/>
    <w:rsid w:val="00196B46"/>
    <w:rsid w:val="00641653"/>
    <w:rsid w:val="006F6A81"/>
    <w:rsid w:val="00A06C3C"/>
    <w:rsid w:val="00B15AD6"/>
    <w:rsid w:val="00F1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3DFC1C99</Template>
  <TotalTime>41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dcterms:created xsi:type="dcterms:W3CDTF">2012-12-13T20:26:00Z</dcterms:created>
  <dcterms:modified xsi:type="dcterms:W3CDTF">2012-12-16T20:44:00Z</dcterms:modified>
</cp:coreProperties>
</file>